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406858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6C2886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79194F">
              <w:t xml:space="preserve">Филатову В. А.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79194F" w:rsidRDefault="00D25713" w:rsidP="00F95748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79194F">
        <w:t xml:space="preserve">Филатову В. А. разрешение </w:t>
      </w:r>
      <w:r w:rsidR="0079194F" w:rsidRPr="008F45F8">
        <w:t>на условно разрешенны</w:t>
      </w:r>
      <w:r w:rsidR="0079194F">
        <w:t>й</w:t>
      </w:r>
      <w:r w:rsidR="0079194F" w:rsidRPr="008F45F8">
        <w:t xml:space="preserve"> вид использования земел</w:t>
      </w:r>
      <w:r w:rsidR="0079194F" w:rsidRPr="008F45F8">
        <w:t>ь</w:t>
      </w:r>
      <w:r w:rsidR="0079194F" w:rsidRPr="008F45F8">
        <w:t>ного участка с кадастровым номером</w:t>
      </w:r>
      <w:r w:rsidR="0079194F">
        <w:t xml:space="preserve"> 54:35:033720:61 площадью 576 кв. м с местоп</w:t>
      </w:r>
      <w:r w:rsidR="0079194F">
        <w:t>о</w:t>
      </w:r>
      <w:r w:rsidR="0079194F">
        <w:t xml:space="preserve">ложением: </w:t>
      </w:r>
      <w:r w:rsidR="0079194F" w:rsidRPr="00A35BD0">
        <w:t>установлено относительно ориентира, расположенного в границах участка</w:t>
      </w:r>
      <w:r w:rsidR="0079194F">
        <w:t>,</w:t>
      </w:r>
      <w:r w:rsidR="0079194F" w:rsidRPr="00A35BD0">
        <w:t xml:space="preserve"> ориентир – </w:t>
      </w:r>
      <w:r w:rsidR="0079194F">
        <w:t xml:space="preserve">садоводческое товарищество «Любитель», участок № 168, </w:t>
      </w:r>
      <w:r w:rsidR="0079194F" w:rsidRPr="00A35BD0">
        <w:t>по адресу</w:t>
      </w:r>
      <w:r w:rsidR="0079194F">
        <w:t xml:space="preserve">: Российская </w:t>
      </w:r>
      <w:r w:rsidR="0079194F" w:rsidRPr="00F47792">
        <w:t>Федерация, Новосибирская область, город Новос</w:t>
      </w:r>
      <w:r w:rsidR="0079194F" w:rsidRPr="00F47792">
        <w:t>и</w:t>
      </w:r>
      <w:r w:rsidR="0079194F" w:rsidRPr="00F47792">
        <w:t xml:space="preserve">бирск, </w:t>
      </w:r>
      <w:proofErr w:type="spellStart"/>
      <w:r w:rsidR="0079194F">
        <w:t>ш</w:t>
      </w:r>
      <w:proofErr w:type="spellEnd"/>
      <w:r w:rsidR="0079194F" w:rsidRPr="00F47792">
        <w:t>.</w:t>
      </w:r>
      <w:r w:rsidR="0079194F">
        <w:t xml:space="preserve"> </w:t>
      </w:r>
      <w:proofErr w:type="spellStart"/>
      <w:r w:rsidR="0079194F">
        <w:t>Мочищенское</w:t>
      </w:r>
      <w:proofErr w:type="spellEnd"/>
      <w:r w:rsidR="0079194F">
        <w:t>, и объекта капитального строительства (</w:t>
      </w:r>
      <w:r w:rsidR="0079194F" w:rsidRPr="00F47792">
        <w:t>зона специализирова</w:t>
      </w:r>
      <w:r w:rsidR="0079194F" w:rsidRPr="00F47792">
        <w:t>н</w:t>
      </w:r>
      <w:r w:rsidR="0079194F" w:rsidRPr="00F47792">
        <w:t xml:space="preserve">ной общественной застройки (ОД-4), </w:t>
      </w:r>
      <w:proofErr w:type="spellStart"/>
      <w:r w:rsidR="0079194F" w:rsidRPr="00F47792">
        <w:t>подзона</w:t>
      </w:r>
      <w:proofErr w:type="spellEnd"/>
      <w:r w:rsidR="0079194F" w:rsidRPr="00F47792">
        <w:t xml:space="preserve"> специализированной малоэтажной общественной застройки (ОД-4.1)) – «</w:t>
      </w:r>
      <w:r w:rsidR="0079194F">
        <w:t>д</w:t>
      </w:r>
      <w:r w:rsidR="0079194F" w:rsidRPr="00E4154C">
        <w:t>ля индивидуального жилищного стро</w:t>
      </w:r>
      <w:r w:rsidR="0079194F" w:rsidRPr="00E4154C">
        <w:t>и</w:t>
      </w:r>
      <w:r w:rsidR="0079194F" w:rsidRPr="00E4154C">
        <w:t>тельства (2.1)</w:t>
      </w:r>
      <w:r w:rsidR="0079194F">
        <w:t xml:space="preserve"> – и</w:t>
      </w:r>
      <w:r w:rsidR="0079194F" w:rsidRPr="00E4154C">
        <w:t>ндив</w:t>
      </w:r>
      <w:r w:rsidR="0079194F">
        <w:t>идуальные жилые дома».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406858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79194F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AFD85-CFDB-48AE-AB87-EF763587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65</TotalTime>
  <Pages>1</Pages>
  <Words>225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52</cp:revision>
  <cp:lastPrinted>2020-02-25T03:17:00Z</cp:lastPrinted>
  <dcterms:created xsi:type="dcterms:W3CDTF">2023-05-10T04:37:00Z</dcterms:created>
  <dcterms:modified xsi:type="dcterms:W3CDTF">2025-05-20T04:52:00Z</dcterms:modified>
</cp:coreProperties>
</file>