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993CFE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CC2F84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CC2F84">
              <w:t>обществу с ограниченной ответственностью «Тактический урбанизм</w:t>
            </w:r>
            <w:proofErr w:type="gramStart"/>
            <w:r w:rsidR="00CC2F84">
              <w:t>.</w:t>
            </w:r>
            <w:proofErr w:type="gramEnd"/>
            <w:r w:rsidR="00CC2F84">
              <w:t xml:space="preserve"> Специализированный застройщик»</w:t>
            </w:r>
            <w:r w:rsidR="00C21C93" w:rsidRPr="00C21C93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CC2F84" w:rsidRDefault="00D25713" w:rsidP="00F95748">
      <w:pPr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CC2F84">
        <w:t>обществу с ограниченной ответственностью «Такт</w:t>
      </w:r>
      <w:r w:rsidR="00CC2F84">
        <w:t>и</w:t>
      </w:r>
      <w:r w:rsidR="00CC2F84">
        <w:t>ческий урбанизм. Специализированный застройщик» разрешение</w:t>
      </w:r>
      <w:r w:rsidR="00CC2F84" w:rsidRPr="002A1A42">
        <w:t xml:space="preserve"> </w:t>
      </w:r>
      <w:r w:rsidR="00CC2F84" w:rsidRPr="008F45F8">
        <w:t>на условно разрешенный вид использования з</w:t>
      </w:r>
      <w:r w:rsidR="00CC2F84" w:rsidRPr="008F45F8">
        <w:t>е</w:t>
      </w:r>
      <w:r w:rsidR="00CC2F84" w:rsidRPr="008F45F8">
        <w:t>мельного участка с кадастровым номером 54:35:</w:t>
      </w:r>
      <w:r w:rsidR="00CC2F84">
        <w:t>014265</w:t>
      </w:r>
      <w:r w:rsidR="00CC2F84" w:rsidRPr="008F45F8">
        <w:t>:</w:t>
      </w:r>
      <w:r w:rsidR="00CC2F84">
        <w:t>20</w:t>
      </w:r>
      <w:r w:rsidR="00CC2F84" w:rsidRPr="008F45F8">
        <w:t xml:space="preserve"> площадью </w:t>
      </w:r>
      <w:r w:rsidR="00CC2F84">
        <w:t>1217</w:t>
      </w:r>
      <w:r w:rsidR="00CC2F84" w:rsidRPr="008F45F8">
        <w:t xml:space="preserve"> кв. м</w:t>
      </w:r>
      <w:r w:rsidR="00CC2F84" w:rsidRPr="002A1A42">
        <w:t xml:space="preserve"> </w:t>
      </w:r>
      <w:r w:rsidR="00CC2F84" w:rsidRPr="008F45F8">
        <w:t>с местоположением:</w:t>
      </w:r>
      <w:r w:rsidR="00CC2F84" w:rsidRPr="002A1A42">
        <w:t xml:space="preserve"> </w:t>
      </w:r>
      <w:r w:rsidR="00CC2F84" w:rsidRPr="00A83CC2">
        <w:rPr>
          <w:rFonts w:eastAsia="TimesNewRomanPSMT"/>
        </w:rPr>
        <w:t>установлено относительно ориентира, ра</w:t>
      </w:r>
      <w:r w:rsidR="00CC2F84" w:rsidRPr="00A83CC2">
        <w:rPr>
          <w:rFonts w:eastAsia="TimesNewRomanPSMT"/>
        </w:rPr>
        <w:t>с</w:t>
      </w:r>
      <w:r w:rsidR="00CC2F84" w:rsidRPr="00A83CC2">
        <w:rPr>
          <w:rFonts w:eastAsia="TimesNewRomanPSMT"/>
        </w:rPr>
        <w:t xml:space="preserve">положенного в границах участка, </w:t>
      </w:r>
      <w:r w:rsidR="00CC2F84">
        <w:rPr>
          <w:rFonts w:eastAsia="TimesNewRomanPSMT"/>
        </w:rPr>
        <w:t xml:space="preserve">ориентир – здание, по адресу: </w:t>
      </w:r>
      <w:r w:rsidR="00CC2F84" w:rsidRPr="002A1A42">
        <w:t>Российская Федерация, Новос</w:t>
      </w:r>
      <w:r w:rsidR="00CC2F84" w:rsidRPr="002A1A42">
        <w:t>и</w:t>
      </w:r>
      <w:r w:rsidR="00CC2F84" w:rsidRPr="002A1A42">
        <w:t xml:space="preserve">бирская область, город Новосибирск, ул. </w:t>
      </w:r>
      <w:r w:rsidR="00CC2F84">
        <w:t>Есенина, 3/2</w:t>
      </w:r>
      <w:r w:rsidR="00CC2F84" w:rsidRPr="002A1A42">
        <w:t xml:space="preserve"> (зона застройки жилыми домами смешанной этажности (Ж-1), </w:t>
      </w:r>
      <w:proofErr w:type="spellStart"/>
      <w:r w:rsidR="00CC2F84" w:rsidRPr="002A1A42">
        <w:t>подзона</w:t>
      </w:r>
      <w:proofErr w:type="spellEnd"/>
      <w:r w:rsidR="00CC2F84" w:rsidRPr="002A1A42">
        <w:t xml:space="preserve"> застройки жилыми домами см</w:t>
      </w:r>
      <w:r w:rsidR="00CC2F84" w:rsidRPr="002A1A42">
        <w:t>е</w:t>
      </w:r>
      <w:r w:rsidR="00CC2F84" w:rsidRPr="002A1A42">
        <w:t xml:space="preserve">шанной этажности различной плотности застройки (Ж-1.1)) – </w:t>
      </w:r>
      <w:r w:rsidR="00CC2F84" w:rsidRPr="002344D6">
        <w:t>«</w:t>
      </w:r>
      <w:r w:rsidR="00CC2F84">
        <w:t>для индивидуального ж</w:t>
      </w:r>
      <w:r w:rsidR="00CC2F84">
        <w:t>и</w:t>
      </w:r>
      <w:r w:rsidR="00CC2F84">
        <w:t>лищного строительства (2.1)».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8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993CFE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CC2F84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3CFE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2F84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D321E9-22D3-40D4-A8F4-5DD3E090A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66</TotalTime>
  <Pages>1</Pages>
  <Words>226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aastafieva</cp:lastModifiedBy>
  <cp:revision>52</cp:revision>
  <cp:lastPrinted>2020-02-25T03:17:00Z</cp:lastPrinted>
  <dcterms:created xsi:type="dcterms:W3CDTF">2023-05-10T04:37:00Z</dcterms:created>
  <dcterms:modified xsi:type="dcterms:W3CDTF">2025-04-28T08:53:00Z</dcterms:modified>
</cp:coreProperties>
</file>